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3C262" w14:textId="0A4DF1F1" w:rsidR="00610AFA" w:rsidRPr="005112F2" w:rsidRDefault="00610AFA">
      <w:pPr>
        <w:rPr>
          <w:b/>
          <w:bCs/>
          <w:noProof/>
          <w:sz w:val="28"/>
          <w:szCs w:val="28"/>
          <w:u w:val="single"/>
          <w:lang w:eastAsia="de-DE"/>
        </w:rPr>
      </w:pPr>
      <w:r w:rsidRPr="005112F2">
        <w:rPr>
          <w:b/>
          <w:bCs/>
          <w:noProof/>
          <w:sz w:val="28"/>
          <w:szCs w:val="28"/>
          <w:u w:val="single"/>
          <w:lang w:eastAsia="de-DE"/>
        </w:rPr>
        <w:t>Wieso nutzen wir eine einheitliche Vorlage für Plakate?</w:t>
      </w:r>
    </w:p>
    <w:p w14:paraId="2F0E2043" w14:textId="4C1954E1" w:rsidR="00610AFA" w:rsidRPr="005112F2" w:rsidRDefault="00610AFA" w:rsidP="00610AFA">
      <w:pPr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 xml:space="preserve">Der Vorteil liegt im einheitlichen Auftreten der Pfarrei bzw. des pastoralen Raums. Es ergibt sich für den Leser / Konsumenten ein Wiedererkennungswert. </w:t>
      </w:r>
      <w:r w:rsidR="00C21988">
        <w:rPr>
          <w:noProof/>
          <w:sz w:val="24"/>
          <w:szCs w:val="24"/>
          <w:lang w:eastAsia="de-DE"/>
        </w:rPr>
        <w:t xml:space="preserve">Selbst erstelle Plakate sollen wenn möglich zukünftig immer in die Vorlage eingebracht werden. </w:t>
      </w:r>
    </w:p>
    <w:p w14:paraId="6F624A2D" w14:textId="3D972778" w:rsidR="00610AFA" w:rsidRPr="005112F2" w:rsidRDefault="00610AFA" w:rsidP="00610AFA">
      <w:pPr>
        <w:rPr>
          <w:b/>
          <w:bCs/>
          <w:noProof/>
          <w:sz w:val="28"/>
          <w:szCs w:val="28"/>
          <w:u w:val="single"/>
          <w:lang w:eastAsia="de-DE"/>
        </w:rPr>
      </w:pPr>
      <w:r w:rsidRPr="005112F2">
        <w:rPr>
          <w:b/>
          <w:bCs/>
          <w:noProof/>
          <w:sz w:val="28"/>
          <w:szCs w:val="28"/>
          <w:u w:val="single"/>
          <w:lang w:eastAsia="de-DE"/>
        </w:rPr>
        <w:t>Welche einheitlichen Vorlagen gibt es?</w:t>
      </w:r>
    </w:p>
    <w:p w14:paraId="13C3C6E1" w14:textId="44752B4E" w:rsidR="00610AFA" w:rsidRPr="005112F2" w:rsidRDefault="00610AFA" w:rsidP="005112F2">
      <w:pPr>
        <w:spacing w:after="0" w:line="240" w:lineRule="auto"/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>Für die Pfarrei St. Franziskus und St. Klara Untermosel Hunsrück:</w:t>
      </w:r>
    </w:p>
    <w:p w14:paraId="431DE9D0" w14:textId="2BB6B352" w:rsidR="00610AFA" w:rsidRPr="005112F2" w:rsidRDefault="00610AFA" w:rsidP="005112F2">
      <w:pPr>
        <w:pStyle w:val="Listenabsatz"/>
        <w:numPr>
          <w:ilvl w:val="0"/>
          <w:numId w:val="4"/>
        </w:numPr>
        <w:spacing w:after="0" w:line="240" w:lineRule="auto"/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 xml:space="preserve">„Plakaktvorlage nur UMH“ und </w:t>
      </w:r>
    </w:p>
    <w:p w14:paraId="6CD2D98B" w14:textId="592387CF" w:rsidR="00610AFA" w:rsidRPr="005112F2" w:rsidRDefault="00610AFA" w:rsidP="005112F2">
      <w:pPr>
        <w:pStyle w:val="Listenabsatz"/>
        <w:numPr>
          <w:ilvl w:val="0"/>
          <w:numId w:val="4"/>
        </w:numPr>
        <w:spacing w:after="0" w:line="240" w:lineRule="auto"/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>„Plakatvorlage nur UMH quer“</w:t>
      </w:r>
    </w:p>
    <w:p w14:paraId="6F65BBEB" w14:textId="4CB3296D" w:rsidR="00610AFA" w:rsidRPr="005112F2" w:rsidRDefault="00610AFA" w:rsidP="005112F2">
      <w:pPr>
        <w:spacing w:after="0" w:line="240" w:lineRule="auto"/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>Für die Pfarrei St. Lubentius Ochtendung:</w:t>
      </w:r>
    </w:p>
    <w:p w14:paraId="79BB0470" w14:textId="1D0CCF7F" w:rsidR="00610AFA" w:rsidRPr="005112F2" w:rsidRDefault="00610AFA" w:rsidP="005112F2">
      <w:pPr>
        <w:pStyle w:val="Listenabsatz"/>
        <w:numPr>
          <w:ilvl w:val="0"/>
          <w:numId w:val="4"/>
        </w:numPr>
        <w:spacing w:after="0" w:line="240" w:lineRule="auto"/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 xml:space="preserve">Plakaktvorlage nur </w:t>
      </w:r>
      <w:r w:rsidRPr="005112F2">
        <w:rPr>
          <w:noProof/>
          <w:sz w:val="24"/>
          <w:szCs w:val="24"/>
          <w:lang w:eastAsia="de-DE"/>
        </w:rPr>
        <w:t>OK</w:t>
      </w:r>
      <w:r w:rsidRPr="005112F2">
        <w:rPr>
          <w:noProof/>
          <w:sz w:val="24"/>
          <w:szCs w:val="24"/>
          <w:lang w:eastAsia="de-DE"/>
        </w:rPr>
        <w:t xml:space="preserve">“ und </w:t>
      </w:r>
    </w:p>
    <w:p w14:paraId="16A6456F" w14:textId="6AD9AECE" w:rsidR="00610AFA" w:rsidRPr="005112F2" w:rsidRDefault="00610AFA" w:rsidP="005112F2">
      <w:pPr>
        <w:pStyle w:val="Listenabsatz"/>
        <w:numPr>
          <w:ilvl w:val="0"/>
          <w:numId w:val="4"/>
        </w:numPr>
        <w:spacing w:after="0" w:line="240" w:lineRule="auto"/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 xml:space="preserve">„Plakatvorlage nur </w:t>
      </w:r>
      <w:r w:rsidRPr="005112F2">
        <w:rPr>
          <w:noProof/>
          <w:sz w:val="24"/>
          <w:szCs w:val="24"/>
          <w:lang w:eastAsia="de-DE"/>
        </w:rPr>
        <w:t>OK</w:t>
      </w:r>
      <w:r w:rsidRPr="005112F2">
        <w:rPr>
          <w:noProof/>
          <w:sz w:val="24"/>
          <w:szCs w:val="24"/>
          <w:lang w:eastAsia="de-DE"/>
        </w:rPr>
        <w:t xml:space="preserve"> quer“</w:t>
      </w:r>
    </w:p>
    <w:p w14:paraId="7858978D" w14:textId="4C91E404" w:rsidR="00610AFA" w:rsidRPr="005112F2" w:rsidRDefault="00610AFA" w:rsidP="005112F2">
      <w:pPr>
        <w:spacing w:after="0" w:line="240" w:lineRule="auto"/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>Für den Pastoralen Raum Maifeld-Untermosel:</w:t>
      </w:r>
    </w:p>
    <w:p w14:paraId="13536B89" w14:textId="3AA27849" w:rsidR="00610AFA" w:rsidRPr="005112F2" w:rsidRDefault="00610AFA" w:rsidP="005112F2">
      <w:pPr>
        <w:pStyle w:val="Listenabsatz"/>
        <w:numPr>
          <w:ilvl w:val="0"/>
          <w:numId w:val="4"/>
        </w:numPr>
        <w:spacing w:after="0" w:line="240" w:lineRule="auto"/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 xml:space="preserve">Plakaktvorlage </w:t>
      </w:r>
      <w:r w:rsidR="005112F2" w:rsidRPr="005112F2">
        <w:rPr>
          <w:noProof/>
          <w:sz w:val="24"/>
          <w:szCs w:val="24"/>
          <w:lang w:eastAsia="de-DE"/>
        </w:rPr>
        <w:t>alle Logos</w:t>
      </w:r>
      <w:r w:rsidRPr="005112F2">
        <w:rPr>
          <w:noProof/>
          <w:sz w:val="24"/>
          <w:szCs w:val="24"/>
          <w:lang w:eastAsia="de-DE"/>
        </w:rPr>
        <w:t xml:space="preserve">“ und </w:t>
      </w:r>
    </w:p>
    <w:p w14:paraId="02512D95" w14:textId="3F719E76" w:rsidR="00610AFA" w:rsidRDefault="00610AFA" w:rsidP="005112F2">
      <w:pPr>
        <w:pStyle w:val="Listenabsatz"/>
        <w:numPr>
          <w:ilvl w:val="0"/>
          <w:numId w:val="4"/>
        </w:numPr>
        <w:spacing w:after="0" w:line="240" w:lineRule="auto"/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 xml:space="preserve">„Plakatvorlage </w:t>
      </w:r>
      <w:r w:rsidR="005112F2" w:rsidRPr="005112F2">
        <w:rPr>
          <w:noProof/>
          <w:sz w:val="24"/>
          <w:szCs w:val="24"/>
          <w:lang w:eastAsia="de-DE"/>
        </w:rPr>
        <w:t>alle Logs</w:t>
      </w:r>
      <w:r w:rsidRPr="005112F2">
        <w:rPr>
          <w:noProof/>
          <w:sz w:val="24"/>
          <w:szCs w:val="24"/>
          <w:lang w:eastAsia="de-DE"/>
        </w:rPr>
        <w:t xml:space="preserve"> quer“</w:t>
      </w:r>
    </w:p>
    <w:p w14:paraId="2A007984" w14:textId="77777777" w:rsidR="005112F2" w:rsidRPr="005112F2" w:rsidRDefault="005112F2" w:rsidP="005112F2">
      <w:pPr>
        <w:pStyle w:val="Listenabsatz"/>
        <w:spacing w:after="0" w:line="240" w:lineRule="auto"/>
        <w:rPr>
          <w:noProof/>
          <w:sz w:val="24"/>
          <w:szCs w:val="24"/>
          <w:lang w:eastAsia="de-DE"/>
        </w:rPr>
      </w:pPr>
    </w:p>
    <w:p w14:paraId="6087E73F" w14:textId="00BC697C" w:rsidR="00C47780" w:rsidRPr="005112F2" w:rsidRDefault="005112F2">
      <w:pPr>
        <w:rPr>
          <w:b/>
          <w:bCs/>
          <w:noProof/>
          <w:sz w:val="28"/>
          <w:szCs w:val="28"/>
          <w:u w:val="single"/>
          <w:lang w:eastAsia="de-DE"/>
        </w:rPr>
      </w:pPr>
      <w:r>
        <w:rPr>
          <w:b/>
          <w:bCs/>
          <w:noProof/>
          <w:sz w:val="28"/>
          <w:szCs w:val="28"/>
          <w:u w:val="single"/>
          <w:lang w:eastAsia="de-DE"/>
        </w:rPr>
        <w:t>Wie speichere ich die neue</w:t>
      </w:r>
      <w:r w:rsidR="00610AFA" w:rsidRPr="005112F2">
        <w:rPr>
          <w:b/>
          <w:bCs/>
          <w:noProof/>
          <w:sz w:val="28"/>
          <w:szCs w:val="28"/>
          <w:u w:val="single"/>
          <w:lang w:eastAsia="de-DE"/>
        </w:rPr>
        <w:t xml:space="preserve"> Word-Vorlage</w:t>
      </w:r>
      <w:r>
        <w:rPr>
          <w:b/>
          <w:bCs/>
          <w:noProof/>
          <w:sz w:val="28"/>
          <w:szCs w:val="28"/>
          <w:u w:val="single"/>
          <w:lang w:eastAsia="de-DE"/>
        </w:rPr>
        <w:t>?</w:t>
      </w:r>
      <w:r w:rsidR="00610AFA" w:rsidRPr="005112F2">
        <w:rPr>
          <w:b/>
          <w:bCs/>
          <w:noProof/>
          <w:sz w:val="28"/>
          <w:szCs w:val="28"/>
          <w:u w:val="single"/>
          <w:lang w:eastAsia="de-DE"/>
        </w:rPr>
        <w:t xml:space="preserve"> (Format: .dotx)</w:t>
      </w:r>
    </w:p>
    <w:p w14:paraId="36918230" w14:textId="0C298ED0" w:rsidR="00610AFA" w:rsidRPr="005112F2" w:rsidRDefault="00610AFA" w:rsidP="00610AFA">
      <w:pPr>
        <w:pStyle w:val="Listenabsatz"/>
        <w:numPr>
          <w:ilvl w:val="0"/>
          <w:numId w:val="1"/>
        </w:numPr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 xml:space="preserve">Öffnen der Vorlage </w:t>
      </w:r>
    </w:p>
    <w:p w14:paraId="343856DF" w14:textId="7DDAC8A3" w:rsidR="00610AFA" w:rsidRPr="005112F2" w:rsidRDefault="00610AFA" w:rsidP="00610AFA">
      <w:pPr>
        <w:pStyle w:val="Listenabsatz"/>
        <w:numPr>
          <w:ilvl w:val="0"/>
          <w:numId w:val="1"/>
        </w:numPr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>Datei – Speichern unter  (</w:t>
      </w:r>
      <w:r w:rsidRPr="005112F2">
        <w:rPr>
          <w:i/>
          <w:iCs/>
          <w:noProof/>
          <w:sz w:val="24"/>
          <w:szCs w:val="24"/>
          <w:lang w:eastAsia="de-DE"/>
        </w:rPr>
        <w:t>lokalen Ablageort auswählen</w:t>
      </w:r>
      <w:r w:rsidRPr="005112F2">
        <w:rPr>
          <w:noProof/>
          <w:sz w:val="24"/>
          <w:szCs w:val="24"/>
          <w:lang w:eastAsia="de-DE"/>
        </w:rPr>
        <w:t>)</w:t>
      </w:r>
    </w:p>
    <w:p w14:paraId="162CC635" w14:textId="11B8A5B2" w:rsidR="00610AFA" w:rsidRPr="005112F2" w:rsidRDefault="00610AFA" w:rsidP="00610AFA">
      <w:pPr>
        <w:pStyle w:val="Listenabsatz"/>
        <w:numPr>
          <w:ilvl w:val="0"/>
          <w:numId w:val="1"/>
        </w:numPr>
        <w:rPr>
          <w:noProof/>
          <w:sz w:val="24"/>
          <w:szCs w:val="24"/>
          <w:highlight w:val="yellow"/>
          <w:lang w:eastAsia="de-DE"/>
        </w:rPr>
      </w:pPr>
      <w:r w:rsidRPr="005112F2">
        <w:rPr>
          <w:noProof/>
          <w:sz w:val="24"/>
          <w:szCs w:val="24"/>
          <w:highlight w:val="yellow"/>
          <w:lang w:eastAsia="de-DE"/>
        </w:rPr>
        <w:t>Auswahl des Dateiformats „Word-Vorlage (.dotx)“</w:t>
      </w:r>
    </w:p>
    <w:p w14:paraId="25650CBF" w14:textId="6E74530E" w:rsidR="00610AFA" w:rsidRPr="005112F2" w:rsidRDefault="00610AFA" w:rsidP="00610AFA">
      <w:pPr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drawing>
          <wp:inline distT="0" distB="0" distL="0" distR="0" wp14:anchorId="7FA334E5" wp14:editId="231636E3">
            <wp:extent cx="2810933" cy="428002"/>
            <wp:effectExtent l="0" t="0" r="0" b="3810"/>
            <wp:docPr id="153973872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73872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44773" cy="43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E098F" w14:textId="5FA33177" w:rsidR="00610AFA" w:rsidRPr="005112F2" w:rsidRDefault="00610AFA" w:rsidP="00610AFA">
      <w:pPr>
        <w:pStyle w:val="Listenabsatz"/>
        <w:numPr>
          <w:ilvl w:val="0"/>
          <w:numId w:val="2"/>
        </w:numPr>
        <w:rPr>
          <w:noProof/>
          <w:sz w:val="21"/>
          <w:szCs w:val="21"/>
          <w:lang w:eastAsia="de-DE"/>
        </w:rPr>
      </w:pPr>
      <w:r w:rsidRPr="005112F2">
        <w:rPr>
          <w:noProof/>
          <w:sz w:val="24"/>
          <w:szCs w:val="24"/>
          <w:lang w:eastAsia="de-DE"/>
        </w:rPr>
        <w:t>Speichern</w:t>
      </w:r>
    </w:p>
    <w:p w14:paraId="129F1AAD" w14:textId="513C8879" w:rsidR="00610AFA" w:rsidRPr="005112F2" w:rsidRDefault="00610AFA" w:rsidP="00610AFA">
      <w:pPr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sym w:font="Wingdings" w:char="F0E0"/>
      </w:r>
      <w:r w:rsidRPr="005112F2">
        <w:rPr>
          <w:noProof/>
          <w:sz w:val="24"/>
          <w:szCs w:val="24"/>
          <w:lang w:eastAsia="de-DE"/>
        </w:rPr>
        <w:t xml:space="preserve"> Damit ist die Vorlage im eigenen System hinterlegt. </w:t>
      </w:r>
    </w:p>
    <w:p w14:paraId="09D13F0B" w14:textId="36FA609F" w:rsidR="00610AFA" w:rsidRPr="005112F2" w:rsidRDefault="005112F2" w:rsidP="00610AFA">
      <w:pPr>
        <w:rPr>
          <w:b/>
          <w:bCs/>
          <w:noProof/>
          <w:sz w:val="28"/>
          <w:szCs w:val="28"/>
          <w:u w:val="single"/>
          <w:lang w:eastAsia="de-DE"/>
        </w:rPr>
      </w:pPr>
      <w:r>
        <w:rPr>
          <w:b/>
          <w:bCs/>
          <w:noProof/>
          <w:sz w:val="28"/>
          <w:szCs w:val="28"/>
          <w:u w:val="single"/>
          <w:lang w:eastAsia="de-DE"/>
        </w:rPr>
        <w:t>Wie nutze ich die neue</w:t>
      </w:r>
      <w:r w:rsidR="00610AFA" w:rsidRPr="005112F2">
        <w:rPr>
          <w:b/>
          <w:bCs/>
          <w:noProof/>
          <w:sz w:val="28"/>
          <w:szCs w:val="28"/>
          <w:u w:val="single"/>
          <w:lang w:eastAsia="de-DE"/>
        </w:rPr>
        <w:t xml:space="preserve"> Word-Vorlage</w:t>
      </w:r>
      <w:r>
        <w:rPr>
          <w:b/>
          <w:bCs/>
          <w:noProof/>
          <w:sz w:val="28"/>
          <w:szCs w:val="28"/>
          <w:u w:val="single"/>
          <w:lang w:eastAsia="de-DE"/>
        </w:rPr>
        <w:t>?</w:t>
      </w:r>
    </w:p>
    <w:p w14:paraId="0E9BD0E2" w14:textId="0117E488" w:rsidR="00610AFA" w:rsidRPr="005112F2" w:rsidRDefault="00610AFA" w:rsidP="00610AFA">
      <w:pPr>
        <w:pStyle w:val="Listenabsatz"/>
        <w:numPr>
          <w:ilvl w:val="0"/>
          <w:numId w:val="2"/>
        </w:numPr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>Öffnung der Vorlage aus dem lokalen Ablageort</w:t>
      </w:r>
    </w:p>
    <w:p w14:paraId="79DC5C4C" w14:textId="2A18F075" w:rsidR="00610AFA" w:rsidRPr="005112F2" w:rsidRDefault="00610AFA" w:rsidP="00610AFA">
      <w:pPr>
        <w:pStyle w:val="Listenabsatz"/>
        <w:numPr>
          <w:ilvl w:val="0"/>
          <w:numId w:val="2"/>
        </w:numPr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>Bearbeitung des Dokuments nach eigenem Wunsch</w:t>
      </w:r>
    </w:p>
    <w:p w14:paraId="7D1B1B28" w14:textId="4E5DBAC3" w:rsidR="00610AFA" w:rsidRPr="005112F2" w:rsidRDefault="005112F2" w:rsidP="00610AFA">
      <w:pPr>
        <w:rPr>
          <w:b/>
          <w:bCs/>
          <w:noProof/>
          <w:sz w:val="28"/>
          <w:szCs w:val="28"/>
          <w:u w:val="single"/>
          <w:lang w:eastAsia="de-DE"/>
        </w:rPr>
      </w:pPr>
      <w:r w:rsidRPr="005112F2">
        <w:rPr>
          <w:b/>
          <w:bCs/>
          <w:noProof/>
          <w:sz w:val="28"/>
          <w:szCs w:val="28"/>
          <w:u w:val="single"/>
          <w:lang w:eastAsia="de-DE"/>
        </w:rPr>
        <w:t xml:space="preserve">Welchen </w:t>
      </w:r>
      <w:r w:rsidR="00610AFA" w:rsidRPr="005112F2">
        <w:rPr>
          <w:b/>
          <w:bCs/>
          <w:noProof/>
          <w:sz w:val="28"/>
          <w:szCs w:val="28"/>
          <w:u w:val="single"/>
          <w:lang w:eastAsia="de-DE"/>
        </w:rPr>
        <w:t xml:space="preserve">Vorteil </w:t>
      </w:r>
      <w:r w:rsidRPr="005112F2">
        <w:rPr>
          <w:b/>
          <w:bCs/>
          <w:noProof/>
          <w:sz w:val="28"/>
          <w:szCs w:val="28"/>
          <w:u w:val="single"/>
          <w:lang w:eastAsia="de-DE"/>
        </w:rPr>
        <w:t>hat die Vorlage gegenüber einer normalen Word-Datei?</w:t>
      </w:r>
      <w:r w:rsidR="00610AFA" w:rsidRPr="005112F2">
        <w:rPr>
          <w:b/>
          <w:bCs/>
          <w:noProof/>
          <w:sz w:val="28"/>
          <w:szCs w:val="28"/>
          <w:u w:val="single"/>
          <w:lang w:eastAsia="de-DE"/>
        </w:rPr>
        <w:t xml:space="preserve"> </w:t>
      </w:r>
    </w:p>
    <w:p w14:paraId="5ECA0AE8" w14:textId="36D0E6B9" w:rsidR="00610AFA" w:rsidRPr="005112F2" w:rsidRDefault="00610AFA" w:rsidP="00610AFA">
      <w:pPr>
        <w:pStyle w:val="Listenabsatz"/>
        <w:numPr>
          <w:ilvl w:val="0"/>
          <w:numId w:val="3"/>
        </w:numPr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 xml:space="preserve">Nach </w:t>
      </w:r>
      <w:r w:rsidR="005112F2">
        <w:rPr>
          <w:noProof/>
          <w:sz w:val="24"/>
          <w:szCs w:val="24"/>
          <w:lang w:eastAsia="de-DE"/>
        </w:rPr>
        <w:t>B</w:t>
      </w:r>
      <w:r w:rsidRPr="005112F2">
        <w:rPr>
          <w:noProof/>
          <w:sz w:val="24"/>
          <w:szCs w:val="24"/>
          <w:lang w:eastAsia="de-DE"/>
        </w:rPr>
        <w:t xml:space="preserve">earbeitung des Dokuments erfolgt die Speicherung automatisch im gängigen Datei-Format .doc oder .docx! </w:t>
      </w:r>
    </w:p>
    <w:p w14:paraId="457ABB8C" w14:textId="2B9824D4" w:rsidR="00610AFA" w:rsidRPr="005112F2" w:rsidRDefault="00610AFA" w:rsidP="00610AFA">
      <w:pPr>
        <w:pStyle w:val="Listenabsatz"/>
        <w:numPr>
          <w:ilvl w:val="0"/>
          <w:numId w:val="3"/>
        </w:numPr>
        <w:rPr>
          <w:noProof/>
          <w:sz w:val="24"/>
          <w:szCs w:val="24"/>
          <w:lang w:eastAsia="de-DE"/>
        </w:rPr>
      </w:pPr>
      <w:r w:rsidRPr="005112F2">
        <w:rPr>
          <w:noProof/>
          <w:sz w:val="24"/>
          <w:szCs w:val="24"/>
          <w:lang w:eastAsia="de-DE"/>
        </w:rPr>
        <w:t>Die bestehende Vorlage bleibt somit automatisch erhalten</w:t>
      </w:r>
    </w:p>
    <w:p w14:paraId="5C21F9EB" w14:textId="254F80D9" w:rsidR="00610AFA" w:rsidRPr="005112F2" w:rsidRDefault="005112F2" w:rsidP="00610AFA">
      <w:pPr>
        <w:rPr>
          <w:b/>
          <w:bCs/>
          <w:noProof/>
          <w:sz w:val="28"/>
          <w:szCs w:val="28"/>
          <w:u w:val="single"/>
          <w:lang w:eastAsia="de-DE"/>
        </w:rPr>
      </w:pPr>
      <w:r w:rsidRPr="005112F2">
        <w:rPr>
          <w:b/>
          <w:bCs/>
          <w:noProof/>
          <w:sz w:val="28"/>
          <w:szCs w:val="28"/>
          <w:u w:val="single"/>
          <w:lang w:eastAsia="de-DE"/>
        </w:rPr>
        <w:t>Wer kann mir Fragen beant</w:t>
      </w:r>
      <w:r>
        <w:rPr>
          <w:b/>
          <w:bCs/>
          <w:noProof/>
          <w:sz w:val="28"/>
          <w:szCs w:val="28"/>
          <w:u w:val="single"/>
          <w:lang w:eastAsia="de-DE"/>
        </w:rPr>
        <w:t>wo</w:t>
      </w:r>
      <w:r w:rsidRPr="005112F2">
        <w:rPr>
          <w:b/>
          <w:bCs/>
          <w:noProof/>
          <w:sz w:val="28"/>
          <w:szCs w:val="28"/>
          <w:u w:val="single"/>
          <w:lang w:eastAsia="de-DE"/>
        </w:rPr>
        <w:t>rten, wenn ich nicht weiter weiß?</w:t>
      </w:r>
    </w:p>
    <w:p w14:paraId="7E2F2B34" w14:textId="7FD8C990" w:rsidR="005112F2" w:rsidRPr="00C21988" w:rsidRDefault="005112F2" w:rsidP="00610AFA">
      <w:pPr>
        <w:rPr>
          <w:noProof/>
          <w:sz w:val="24"/>
          <w:szCs w:val="24"/>
          <w:lang w:eastAsia="de-DE"/>
        </w:rPr>
      </w:pPr>
      <w:r w:rsidRPr="00C21988">
        <w:rPr>
          <w:noProof/>
          <w:sz w:val="24"/>
          <w:szCs w:val="24"/>
          <w:lang w:eastAsia="de-DE"/>
        </w:rPr>
        <w:t xml:space="preserve">Die Vorlage wurde in Abstimmung mit Dekan Carsten Scher von Melanie Brüschke erstellt. Kontaktdaten: 0160-93113337 oder </w:t>
      </w:r>
      <w:hyperlink r:id="rId8" w:history="1">
        <w:r w:rsidRPr="00C21988">
          <w:rPr>
            <w:rStyle w:val="Hyperlink"/>
            <w:noProof/>
            <w:sz w:val="24"/>
            <w:szCs w:val="24"/>
            <w:lang w:eastAsia="de-DE"/>
          </w:rPr>
          <w:t>melanie@melanie-dirk.de</w:t>
        </w:r>
      </w:hyperlink>
      <w:r w:rsidRPr="00C21988">
        <w:rPr>
          <w:noProof/>
          <w:sz w:val="24"/>
          <w:szCs w:val="24"/>
          <w:lang w:eastAsia="de-DE"/>
        </w:rPr>
        <w:t xml:space="preserve">. Einfach melden </w:t>
      </w:r>
      <w:r w:rsidRPr="00C21988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noProof/>
          <w:sz w:val="24"/>
          <w:szCs w:val="24"/>
          <w:lang w:eastAsia="de-DE"/>
        </w:rPr>
        <mc:AlternateContent>
          <mc:Choice Requires="w16se">
            <w16se:symEx w16se:font="Apple Color Emoji" w16se:char="1F60A"/>
          </mc:Choice>
          <mc:Fallback>
            <w:t>😊</w:t>
          </mc:Fallback>
        </mc:AlternateContent>
      </w:r>
      <w:r w:rsidRPr="00C21988">
        <w:rPr>
          <w:noProof/>
          <w:sz w:val="24"/>
          <w:szCs w:val="24"/>
          <w:lang w:eastAsia="de-DE"/>
        </w:rPr>
        <w:t xml:space="preserve"> </w:t>
      </w:r>
    </w:p>
    <w:p w14:paraId="5113F178" w14:textId="77777777" w:rsidR="00610AFA" w:rsidRPr="005112F2" w:rsidRDefault="00610AFA" w:rsidP="00610AFA">
      <w:pPr>
        <w:rPr>
          <w:noProof/>
          <w:sz w:val="21"/>
          <w:szCs w:val="21"/>
          <w:lang w:eastAsia="de-DE"/>
        </w:rPr>
      </w:pPr>
    </w:p>
    <w:p w14:paraId="58BF53EC" w14:textId="77777777" w:rsidR="00EC0603" w:rsidRPr="005112F2" w:rsidRDefault="00EC0603">
      <w:pPr>
        <w:rPr>
          <w:sz w:val="21"/>
          <w:szCs w:val="21"/>
        </w:rPr>
      </w:pPr>
    </w:p>
    <w:sectPr w:rsidR="00EC0603" w:rsidRPr="005112F2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559DE" w14:textId="77777777" w:rsidR="00695FDD" w:rsidRDefault="00695FDD" w:rsidP="004A6266">
      <w:pPr>
        <w:spacing w:after="0" w:line="240" w:lineRule="auto"/>
      </w:pPr>
      <w:r>
        <w:separator/>
      </w:r>
    </w:p>
  </w:endnote>
  <w:endnote w:type="continuationSeparator" w:id="0">
    <w:p w14:paraId="67409889" w14:textId="77777777" w:rsidR="00695FDD" w:rsidRDefault="00695FDD" w:rsidP="004A6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1C77" w14:textId="77777777" w:rsidR="00784346" w:rsidRPr="00FB3AB9" w:rsidRDefault="00FB3AB9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BDD43B" wp14:editId="0483D199">
              <wp:simplePos x="0" y="0"/>
              <wp:positionH relativeFrom="column">
                <wp:posOffset>-453390</wp:posOffset>
              </wp:positionH>
              <wp:positionV relativeFrom="bottomMargin">
                <wp:align>top</wp:align>
              </wp:positionV>
              <wp:extent cx="6631200" cy="0"/>
              <wp:effectExtent l="0" t="0" r="11430" b="12700"/>
              <wp:wrapSquare wrapText="bothSides"/>
              <wp:docPr id="1350516002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12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59C7DC" id="Gerade Verbindung 12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top;mso-position-vertical-relative:bottom-margin-area;mso-width-percent:0;mso-width-relative:margin" from="-35.7pt,0" to="486.4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" strokecolor="#7f7f7f [1612]" strokeweight="1.25pt">
              <v:stroke joinstyle="miter"/>
              <w10:wrap type="square" anchory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1" locked="0" layoutInCell="1" allowOverlap="1" wp14:anchorId="500C9F37" wp14:editId="0F44E982">
          <wp:simplePos x="0" y="0"/>
          <wp:positionH relativeFrom="column">
            <wp:align>center</wp:align>
          </wp:positionH>
          <wp:positionV relativeFrom="paragraph">
            <wp:posOffset>-27940</wp:posOffset>
          </wp:positionV>
          <wp:extent cx="511200" cy="511200"/>
          <wp:effectExtent l="0" t="0" r="0" b="0"/>
          <wp:wrapNone/>
          <wp:docPr id="822017435" name="Grafik 15" descr="Ein Bild, das Grafiken, Muster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547276" name="Grafik 15" descr="Ein Bild, das Grafiken, Muster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hyperlink r:id="rId2" w:history="1">
      <w:r w:rsidR="00784346" w:rsidRPr="00FB3AB9">
        <w:rPr>
          <w:rStyle w:val="Hyperlink"/>
        </w:rPr>
        <w:t>www.pr-maifeld-untermosel.de</w:t>
      </w:r>
    </w:hyperlink>
    <w:r w:rsidR="00784346" w:rsidRPr="00FB3AB9">
      <w:t xml:space="preserve"> </w:t>
    </w:r>
    <w:r w:rsidRPr="00FB3AB9">
      <w:tab/>
    </w:r>
    <w:r>
      <w:tab/>
    </w:r>
    <w:r w:rsidRPr="00FB3AB9">
      <w:rPr>
        <w:color w:val="4472C4" w:themeColor="accent1"/>
      </w:rPr>
      <w:t>Pastoraler Raum Maifel</w:t>
    </w:r>
    <w:r>
      <w:rPr>
        <w:color w:val="4472C4" w:themeColor="accent1"/>
      </w:rPr>
      <w:t>d</w:t>
    </w:r>
    <w:r w:rsidRPr="00FB3AB9">
      <w:rPr>
        <w:color w:val="4472C4" w:themeColor="accent1"/>
      </w:rPr>
      <w:t>-Untermosel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C6168" w14:textId="77777777" w:rsidR="00695FDD" w:rsidRDefault="00695FDD" w:rsidP="004A6266">
      <w:pPr>
        <w:spacing w:after="0" w:line="240" w:lineRule="auto"/>
      </w:pPr>
      <w:r>
        <w:separator/>
      </w:r>
    </w:p>
  </w:footnote>
  <w:footnote w:type="continuationSeparator" w:id="0">
    <w:p w14:paraId="42926605" w14:textId="77777777" w:rsidR="00695FDD" w:rsidRDefault="00695FDD" w:rsidP="004A6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9FA0" w14:textId="77777777" w:rsidR="004A6266" w:rsidRDefault="008D437D">
    <w:pPr>
      <w:pStyle w:val="Kopfzeil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1D46285" wp14:editId="1BD44456">
          <wp:simplePos x="0" y="0"/>
          <wp:positionH relativeFrom="column">
            <wp:posOffset>1361440</wp:posOffset>
          </wp:positionH>
          <wp:positionV relativeFrom="paragraph">
            <wp:posOffset>-125730</wp:posOffset>
          </wp:positionV>
          <wp:extent cx="1524635" cy="521335"/>
          <wp:effectExtent l="0" t="0" r="0" b="0"/>
          <wp:wrapSquare wrapText="bothSides"/>
          <wp:docPr id="1896865760" name="Grafik 2" descr="Ein Bild, das Text, Schrift, orange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5534900" name="Grafik 2" descr="Ein Bild, das Text, Schrift, orange, Logo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34" t="6976" r="9064" b="19166"/>
                  <a:stretch/>
                </pic:blipFill>
                <pic:spPr bwMode="auto">
                  <a:xfrm>
                    <a:off x="0" y="0"/>
                    <a:ext cx="1524635" cy="521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045A">
      <w:rPr>
        <w:noProof/>
      </w:rPr>
      <w:drawing>
        <wp:anchor distT="0" distB="0" distL="114300" distR="114300" simplePos="0" relativeHeight="251658239" behindDoc="0" locked="0" layoutInCell="1" allowOverlap="1" wp14:anchorId="394E5DAD" wp14:editId="0E6C85CD">
          <wp:simplePos x="0" y="0"/>
          <wp:positionH relativeFrom="column">
            <wp:posOffset>4572000</wp:posOffset>
          </wp:positionH>
          <wp:positionV relativeFrom="paragraph">
            <wp:posOffset>-241869</wp:posOffset>
          </wp:positionV>
          <wp:extent cx="1145304" cy="701802"/>
          <wp:effectExtent l="0" t="0" r="0" b="0"/>
          <wp:wrapNone/>
          <wp:docPr id="975552031" name="Grafik 3" descr="Ein Bild, das Schrift, Symbol, Grafiken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5552031" name="Grafik 3" descr="Ein Bild, das Schrift, Symbol, Grafiken, Design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0665" cy="71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3924">
      <w:rPr>
        <w:noProof/>
      </w:rPr>
      <w:drawing>
        <wp:anchor distT="0" distB="0" distL="114300" distR="114300" simplePos="0" relativeHeight="251661312" behindDoc="0" locked="0" layoutInCell="1" allowOverlap="1" wp14:anchorId="7455B5AD" wp14:editId="1727B47F">
          <wp:simplePos x="0" y="0"/>
          <wp:positionH relativeFrom="column">
            <wp:posOffset>48191</wp:posOffset>
          </wp:positionH>
          <wp:positionV relativeFrom="paragraph">
            <wp:posOffset>-202502</wp:posOffset>
          </wp:positionV>
          <wp:extent cx="921385" cy="599440"/>
          <wp:effectExtent l="0" t="0" r="5715" b="0"/>
          <wp:wrapSquare wrapText="bothSides"/>
          <wp:docPr id="585076033" name="Grafik 3" descr="Ein Bild, das Schrift, Tex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5076033" name="Grafik 3" descr="Ein Bild, das Schrift, Text, Logo, Grafiken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1385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349EE7" w14:textId="77777777" w:rsidR="004A6266" w:rsidRDefault="004A6266">
    <w:pPr>
      <w:pStyle w:val="Kopfzeile"/>
    </w:pPr>
  </w:p>
  <w:p w14:paraId="67C105B1" w14:textId="77777777" w:rsidR="00784346" w:rsidRDefault="00784346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442F58" wp14:editId="77D9408C">
              <wp:simplePos x="0" y="0"/>
              <wp:positionH relativeFrom="column">
                <wp:align>center</wp:align>
              </wp:positionH>
              <wp:positionV relativeFrom="paragraph">
                <wp:posOffset>109220</wp:posOffset>
              </wp:positionV>
              <wp:extent cx="6631200" cy="0"/>
              <wp:effectExtent l="0" t="0" r="11430" b="12700"/>
              <wp:wrapNone/>
              <wp:docPr id="1532353208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12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628B12" id="Gerade Verbindung 12" o:spid="_x0000_s1026" style="position:absolute;z-index:251663360;visibility:visible;mso-wrap-style:square;mso-width-percent:0;mso-wrap-distance-left:9pt;mso-wrap-distance-top:0;mso-wrap-distance-right:9pt;mso-wrap-distance-bottom:0;mso-position-horizontal:center;mso-position-horizontal-relative:text;mso-position-vertical:absolute;mso-position-vertical-relative:text;mso-width-percent:0;mso-width-relative:margin" from="0,8.6pt" to="522.15pt,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" strokecolor="#7f7f7f [1612]" strokeweight="1.25pt">
              <v:stroke joinstyle="miter"/>
            </v:line>
          </w:pict>
        </mc:Fallback>
      </mc:AlternateContent>
    </w:r>
  </w:p>
  <w:p w14:paraId="73044837" w14:textId="77777777" w:rsidR="00784346" w:rsidRDefault="004A6266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648E252E" wp14:editId="3C354C53">
          <wp:simplePos x="0" y="0"/>
          <wp:positionH relativeFrom="page">
            <wp:posOffset>4203700</wp:posOffset>
          </wp:positionH>
          <wp:positionV relativeFrom="page">
            <wp:posOffset>213995</wp:posOffset>
          </wp:positionV>
          <wp:extent cx="683895" cy="655320"/>
          <wp:effectExtent l="0" t="0" r="1905" b="5080"/>
          <wp:wrapNone/>
          <wp:docPr id="4" name="Grafik 4" descr="Ein Bild, das Text, Schrift, Grafikdesign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Schrift, Grafikdesign, Grafiken enthält.&#10;&#10;Automatisch generierte Beschreibung"/>
                  <pic:cNvPicPr/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9816"/>
                  <a:stretch/>
                </pic:blipFill>
                <pic:spPr bwMode="auto">
                  <a:xfrm>
                    <a:off x="0" y="0"/>
                    <a:ext cx="683895" cy="655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E1263"/>
    <w:multiLevelType w:val="hybridMultilevel"/>
    <w:tmpl w:val="1F4623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93666"/>
    <w:multiLevelType w:val="hybridMultilevel"/>
    <w:tmpl w:val="436008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22324"/>
    <w:multiLevelType w:val="hybridMultilevel"/>
    <w:tmpl w:val="7D824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F4E31"/>
    <w:multiLevelType w:val="hybridMultilevel"/>
    <w:tmpl w:val="DC2049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83439">
    <w:abstractNumId w:val="1"/>
  </w:num>
  <w:num w:numId="2" w16cid:durableId="1453091308">
    <w:abstractNumId w:val="2"/>
  </w:num>
  <w:num w:numId="3" w16cid:durableId="1229994046">
    <w:abstractNumId w:val="3"/>
  </w:num>
  <w:num w:numId="4" w16cid:durableId="1693536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AFA"/>
    <w:rsid w:val="000410A1"/>
    <w:rsid w:val="000A045A"/>
    <w:rsid w:val="00453807"/>
    <w:rsid w:val="004A6266"/>
    <w:rsid w:val="005112F2"/>
    <w:rsid w:val="00553924"/>
    <w:rsid w:val="005F01B9"/>
    <w:rsid w:val="00610AFA"/>
    <w:rsid w:val="00695FDD"/>
    <w:rsid w:val="006B7F23"/>
    <w:rsid w:val="00784346"/>
    <w:rsid w:val="007913C0"/>
    <w:rsid w:val="00801357"/>
    <w:rsid w:val="008C00A6"/>
    <w:rsid w:val="008D437D"/>
    <w:rsid w:val="008F4F6A"/>
    <w:rsid w:val="00A71EAB"/>
    <w:rsid w:val="00B463BD"/>
    <w:rsid w:val="00BC7AB0"/>
    <w:rsid w:val="00C21988"/>
    <w:rsid w:val="00C47780"/>
    <w:rsid w:val="00EC0603"/>
    <w:rsid w:val="00F37A96"/>
    <w:rsid w:val="00F90DEC"/>
    <w:rsid w:val="00FB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87853"/>
  <w15:chartTrackingRefBased/>
  <w15:docId w15:val="{DCD9C441-B171-1944-8CFF-2C98CC83A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A6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6266"/>
  </w:style>
  <w:style w:type="paragraph" w:styleId="Fuzeile">
    <w:name w:val="footer"/>
    <w:basedOn w:val="Standard"/>
    <w:link w:val="FuzeileZchn"/>
    <w:uiPriority w:val="99"/>
    <w:unhideWhenUsed/>
    <w:rsid w:val="004A6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6266"/>
  </w:style>
  <w:style w:type="character" w:styleId="Hyperlink">
    <w:name w:val="Hyperlink"/>
    <w:basedOn w:val="Absatz-Standardschriftart"/>
    <w:uiPriority w:val="99"/>
    <w:unhideWhenUsed/>
    <w:rsid w:val="0078434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84346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10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anie@melanie-dirk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-maifeld-untermosel.de" TargetMode="External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gif"/><Relationship Id="rId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home/Drive/Kirche/Logos%20und%20Vorlagen/Plakatvorlage%20alle%20Logos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Plakatvorlage alle Logos.dotx</Template>
  <TotalTime>0</TotalTime>
  <Pages>1</Pages>
  <Words>213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Melanie Brüschke</cp:lastModifiedBy>
  <cp:revision>2</cp:revision>
  <dcterms:created xsi:type="dcterms:W3CDTF">2024-06-23T12:19:00Z</dcterms:created>
  <dcterms:modified xsi:type="dcterms:W3CDTF">2024-06-23T12:46:00Z</dcterms:modified>
</cp:coreProperties>
</file>